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89" w:rsidRDefault="005B1B89" w:rsidP="00370D9D">
      <w:pPr>
        <w:jc w:val="right"/>
      </w:pPr>
      <w:r w:rsidRPr="00CD6482">
        <w:t>Приложение № 2 к извещению</w:t>
      </w:r>
    </w:p>
    <w:p w:rsidR="005B1B89" w:rsidRDefault="005B1B89" w:rsidP="00370D9D">
      <w:pPr>
        <w:jc w:val="right"/>
      </w:pPr>
    </w:p>
    <w:p w:rsidR="005B1B89" w:rsidRPr="005C6890" w:rsidRDefault="005B1B89" w:rsidP="00370D9D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ПРОЕКТ </w:t>
      </w:r>
      <w:r w:rsidRPr="005C6890">
        <w:rPr>
          <w:b/>
          <w:bCs/>
        </w:rPr>
        <w:t>ДОГОВОР</w:t>
      </w:r>
      <w:r>
        <w:rPr>
          <w:b/>
          <w:bCs/>
        </w:rPr>
        <w:t xml:space="preserve">А </w:t>
      </w:r>
    </w:p>
    <w:p w:rsidR="005B1B89" w:rsidRPr="005C6890" w:rsidRDefault="005B1B89" w:rsidP="00370D9D">
      <w:pPr>
        <w:pStyle w:val="Heading3"/>
        <w:spacing w:before="0"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C6890">
        <w:rPr>
          <w:rFonts w:ascii="Times New Roman" w:hAnsi="Times New Roman" w:cs="Times New Roman"/>
          <w:b/>
          <w:bCs/>
        </w:rPr>
        <w:t>аренды земельного участка</w:t>
      </w:r>
      <w:r>
        <w:rPr>
          <w:rFonts w:ascii="Times New Roman" w:hAnsi="Times New Roman" w:cs="Times New Roman"/>
          <w:b/>
          <w:bCs/>
        </w:rPr>
        <w:t xml:space="preserve"> </w:t>
      </w:r>
      <w:r w:rsidRPr="005C6890">
        <w:rPr>
          <w:rFonts w:ascii="Times New Roman" w:hAnsi="Times New Roman" w:cs="Times New Roman"/>
          <w:b/>
          <w:bCs/>
        </w:rPr>
        <w:t xml:space="preserve"> </w:t>
      </w:r>
    </w:p>
    <w:p w:rsidR="005B1B89" w:rsidRPr="005C6890" w:rsidRDefault="005B1B89" w:rsidP="00370D9D"/>
    <w:p w:rsidR="005B1B89" w:rsidRPr="005C6890" w:rsidRDefault="005B1B89" w:rsidP="00370D9D">
      <w:pPr>
        <w:jc w:val="both"/>
      </w:pPr>
      <w:r>
        <w:t>п</w:t>
      </w:r>
      <w:r w:rsidRPr="005C6890">
        <w:t xml:space="preserve">. </w:t>
      </w:r>
      <w:r>
        <w:t xml:space="preserve">Промышленная                                                                             </w:t>
      </w:r>
      <w:r w:rsidRPr="005C6890">
        <w:t>«</w:t>
      </w:r>
      <w:r>
        <w:t>__</w:t>
      </w:r>
      <w:r w:rsidRPr="005C6890">
        <w:t>»</w:t>
      </w:r>
      <w:r>
        <w:t>___________</w:t>
      </w:r>
      <w:r w:rsidRPr="005C6890">
        <w:t>201</w:t>
      </w:r>
      <w:r w:rsidRPr="00B26DF7">
        <w:t>7</w:t>
      </w:r>
      <w:r w:rsidRPr="005C6890">
        <w:t xml:space="preserve"> г.</w:t>
      </w:r>
    </w:p>
    <w:p w:rsidR="005B1B89" w:rsidRPr="005C6890" w:rsidRDefault="005B1B89" w:rsidP="00370D9D">
      <w:pPr>
        <w:jc w:val="both"/>
      </w:pPr>
      <w:r w:rsidRPr="005C6890">
        <w:t xml:space="preserve">                  </w:t>
      </w:r>
    </w:p>
    <w:p w:rsidR="005B1B89" w:rsidRPr="005C6890" w:rsidRDefault="005B1B89" w:rsidP="00370D9D">
      <w:pPr>
        <w:ind w:firstLine="708"/>
        <w:jc w:val="both"/>
      </w:pPr>
      <w:r>
        <w:rPr>
          <w:b/>
          <w:bCs/>
        </w:rPr>
        <w:t>Администрация</w:t>
      </w:r>
      <w:r w:rsidRPr="005C6890">
        <w:rPr>
          <w:b/>
          <w:bCs/>
        </w:rPr>
        <w:t xml:space="preserve"> </w:t>
      </w:r>
      <w:r>
        <w:rPr>
          <w:b/>
          <w:bCs/>
        </w:rPr>
        <w:t xml:space="preserve">Промышленновского городского </w:t>
      </w:r>
      <w:r w:rsidRPr="005C6890">
        <w:rPr>
          <w:b/>
          <w:bCs/>
        </w:rPr>
        <w:t>поселени</w:t>
      </w:r>
      <w:r>
        <w:rPr>
          <w:b/>
          <w:bCs/>
        </w:rPr>
        <w:t xml:space="preserve">я, </w:t>
      </w:r>
      <w:r w:rsidRPr="005C6890">
        <w:t xml:space="preserve">в лице главы </w:t>
      </w:r>
      <w:r>
        <w:t>поселения – Дробота Дмитрия Александровича</w:t>
      </w:r>
      <w:r w:rsidRPr="005C6890">
        <w:t xml:space="preserve">, действующего на основании Устава, именуемая в дальнейшем </w:t>
      </w:r>
      <w:r w:rsidRPr="00726140">
        <w:rPr>
          <w:b/>
          <w:bCs/>
        </w:rPr>
        <w:t>«Арендодатель»</w:t>
      </w:r>
      <w:r w:rsidRPr="005C6890">
        <w:t>,</w:t>
      </w:r>
      <w:r>
        <w:t xml:space="preserve"> с одной стороны</w:t>
      </w:r>
      <w:r w:rsidRPr="005C6890">
        <w:t xml:space="preserve"> и </w:t>
      </w:r>
      <w:r>
        <w:t xml:space="preserve">________________________________________________________________, </w:t>
      </w:r>
      <w:r w:rsidRPr="005C6890">
        <w:t xml:space="preserve"> именуемый в дальнейшем </w:t>
      </w:r>
      <w:r w:rsidRPr="00726140">
        <w:rPr>
          <w:b/>
          <w:bCs/>
        </w:rPr>
        <w:t>«Арендатор»</w:t>
      </w:r>
      <w:r w:rsidRPr="005C6890">
        <w:t xml:space="preserve">, с другой стороны (далее – Стороны), на основании </w:t>
      </w:r>
      <w:r w:rsidRPr="00DF094E">
        <w:t xml:space="preserve">Протокола № ___ от ______ г. </w:t>
      </w:r>
      <w:r w:rsidRPr="00DF094E">
        <w:rPr>
          <w:color w:val="000000"/>
        </w:rPr>
        <w:t xml:space="preserve">открытого по форме подачи предложений аукциона </w:t>
      </w:r>
      <w:r>
        <w:rPr>
          <w:color w:val="000000"/>
        </w:rPr>
        <w:t>по Лоту № __ на право заключения договора аренды земельного участка</w:t>
      </w:r>
      <w:r w:rsidRPr="005C6890">
        <w:t xml:space="preserve">, заключили настоящий договор (далее – Договор) о нижеследующем:                  </w:t>
      </w:r>
    </w:p>
    <w:p w:rsidR="005B1B89" w:rsidRPr="005C6890" w:rsidRDefault="005B1B89" w:rsidP="00370D9D">
      <w:pPr>
        <w:jc w:val="both"/>
      </w:pPr>
    </w:p>
    <w:p w:rsidR="005B1B89" w:rsidRDefault="005B1B89" w:rsidP="00370D9D">
      <w:pPr>
        <w:jc w:val="center"/>
        <w:rPr>
          <w:b/>
          <w:bCs/>
        </w:rPr>
      </w:pPr>
      <w:r w:rsidRPr="005C6890">
        <w:rPr>
          <w:b/>
          <w:bCs/>
        </w:rPr>
        <w:t>1. ПРЕДМЕТ  ДОГОВОРА</w:t>
      </w:r>
    </w:p>
    <w:p w:rsidR="005B1B89" w:rsidRPr="005C6890" w:rsidRDefault="005B1B89" w:rsidP="00370D9D">
      <w:pPr>
        <w:jc w:val="center"/>
        <w:rPr>
          <w:b/>
          <w:bCs/>
        </w:rPr>
      </w:pPr>
    </w:p>
    <w:p w:rsidR="005B1B89" w:rsidRPr="00855FA4" w:rsidRDefault="005B1B89" w:rsidP="00370D9D">
      <w:pPr>
        <w:pStyle w:val="PlainText"/>
        <w:ind w:right="-1" w:firstLine="709"/>
        <w:jc w:val="both"/>
        <w:rPr>
          <w:rFonts w:ascii="Times New Roman" w:hAnsi="Times New Roman" w:cs="Times New Roman"/>
        </w:rPr>
      </w:pPr>
      <w:r w:rsidRPr="00855FA4">
        <w:rPr>
          <w:rFonts w:ascii="Times New Roman" w:hAnsi="Times New Roman" w:cs="Times New Roman"/>
        </w:rPr>
        <w:t xml:space="preserve">1.1 Арендодатель предоставляет, а Арендатор принимает в аренду  земельный </w:t>
      </w:r>
      <w:r w:rsidRPr="00855FA4">
        <w:rPr>
          <w:rFonts w:ascii="Times New Roman" w:eastAsia="MS Mincho" w:hAnsi="Times New Roman" w:cs="Times New Roman"/>
        </w:rPr>
        <w:t xml:space="preserve">участок, общей площадью </w:t>
      </w:r>
      <w:r>
        <w:rPr>
          <w:rFonts w:ascii="Times New Roman" w:eastAsia="MS Mincho" w:hAnsi="Times New Roman" w:cs="Times New Roman"/>
          <w:b/>
          <w:bCs/>
        </w:rPr>
        <w:t>________</w:t>
      </w:r>
      <w:r w:rsidRPr="00855FA4">
        <w:rPr>
          <w:rFonts w:ascii="Times New Roman" w:eastAsia="MS Mincho" w:hAnsi="Times New Roman" w:cs="Times New Roman"/>
          <w:b/>
          <w:bCs/>
        </w:rPr>
        <w:t xml:space="preserve"> кв.м.,</w:t>
      </w:r>
      <w:r w:rsidRPr="00855FA4">
        <w:rPr>
          <w:rFonts w:ascii="Times New Roman" w:eastAsia="MS Mincho" w:hAnsi="Times New Roman" w:cs="Times New Roman"/>
        </w:rPr>
        <w:t xml:space="preserve"> категория земель – </w:t>
      </w:r>
      <w:r>
        <w:rPr>
          <w:rFonts w:ascii="Times New Roman" w:eastAsia="MS Mincho" w:hAnsi="Times New Roman" w:cs="Times New Roman"/>
        </w:rPr>
        <w:t>___________________________</w:t>
      </w:r>
      <w:r w:rsidRPr="00855FA4">
        <w:rPr>
          <w:rFonts w:ascii="Times New Roman" w:eastAsia="MS Mincho" w:hAnsi="Times New Roman" w:cs="Times New Roman"/>
        </w:rPr>
        <w:t>, кадастровый номер</w:t>
      </w:r>
      <w:r w:rsidRPr="00855FA4">
        <w:rPr>
          <w:rFonts w:ascii="Times New Roman" w:eastAsia="MS Mincho" w:hAnsi="Times New Roman" w:cs="Times New Roman"/>
          <w:color w:val="548DD4"/>
        </w:rPr>
        <w:t xml:space="preserve"> </w:t>
      </w:r>
      <w:r>
        <w:rPr>
          <w:rFonts w:ascii="Times New Roman" w:hAnsi="Times New Roman" w:cs="Times New Roman"/>
        </w:rPr>
        <w:t>__________________</w:t>
      </w:r>
      <w:r w:rsidRPr="00855FA4">
        <w:rPr>
          <w:rFonts w:ascii="Times New Roman" w:hAnsi="Times New Roman" w:cs="Times New Roman"/>
        </w:rPr>
        <w:t xml:space="preserve">, расположенный по адресу: </w:t>
      </w:r>
      <w:r w:rsidRPr="00855FA4">
        <w:rPr>
          <w:rFonts w:ascii="Times New Roman" w:hAnsi="Times New Roman" w:cs="Times New Roman"/>
          <w:b/>
          <w:bCs/>
        </w:rPr>
        <w:t xml:space="preserve">Кемеровская область, Промышленновский район, </w:t>
      </w:r>
      <w:r>
        <w:rPr>
          <w:rFonts w:ascii="Times New Roman" w:hAnsi="Times New Roman" w:cs="Times New Roman"/>
          <w:b/>
          <w:bCs/>
        </w:rPr>
        <w:t>___________________________________________________.</w:t>
      </w:r>
    </w:p>
    <w:p w:rsidR="005B1B89" w:rsidRPr="00855FA4" w:rsidRDefault="005B1B89" w:rsidP="00370D9D">
      <w:pPr>
        <w:pStyle w:val="PlainText"/>
        <w:ind w:right="-1" w:firstLine="709"/>
        <w:jc w:val="both"/>
        <w:rPr>
          <w:rFonts w:ascii="Times New Roman" w:eastAsia="MS Mincho" w:hAnsi="Times New Roman" w:cs="Times New Roman"/>
        </w:rPr>
      </w:pPr>
      <w:r w:rsidRPr="00855FA4">
        <w:rPr>
          <w:rFonts w:ascii="Times New Roman" w:eastAsia="MS Mincho" w:hAnsi="Times New Roman" w:cs="Times New Roman"/>
          <w:b/>
          <w:bCs/>
        </w:rPr>
        <w:t>Разрешенное использование земельного участка:</w:t>
      </w:r>
      <w:r w:rsidRPr="00855FA4">
        <w:rPr>
          <w:rFonts w:ascii="Times New Roman" w:eastAsia="MS Mincho" w:hAnsi="Times New Roman" w:cs="Times New Roman"/>
        </w:rPr>
        <w:t xml:space="preserve"> </w:t>
      </w:r>
      <w:r>
        <w:rPr>
          <w:rFonts w:ascii="Times New Roman" w:eastAsia="MS Mincho" w:hAnsi="Times New Roman" w:cs="Times New Roman"/>
        </w:rPr>
        <w:t>______________________</w:t>
      </w:r>
      <w:r w:rsidRPr="00855FA4">
        <w:rPr>
          <w:rFonts w:ascii="Times New Roman" w:eastAsia="MS Mincho" w:hAnsi="Times New Roman" w:cs="Times New Roman"/>
        </w:rPr>
        <w:t xml:space="preserve">. </w:t>
      </w:r>
    </w:p>
    <w:p w:rsidR="005B1B89" w:rsidRPr="005C6890" w:rsidRDefault="005B1B89" w:rsidP="00370D9D">
      <w:pPr>
        <w:ind w:firstLine="708"/>
        <w:jc w:val="both"/>
      </w:pPr>
    </w:p>
    <w:p w:rsidR="005B1B89" w:rsidRPr="005C6890" w:rsidRDefault="005B1B89" w:rsidP="00370D9D">
      <w:pPr>
        <w:jc w:val="center"/>
        <w:rPr>
          <w:b/>
          <w:bCs/>
        </w:rPr>
      </w:pPr>
      <w:r w:rsidRPr="005C6890">
        <w:rPr>
          <w:b/>
          <w:bCs/>
        </w:rPr>
        <w:t>2. СРОК ДОГОВОРА</w:t>
      </w:r>
    </w:p>
    <w:p w:rsidR="005B1B89" w:rsidRPr="005C6890" w:rsidRDefault="005B1B89" w:rsidP="00370D9D">
      <w:pPr>
        <w:jc w:val="both"/>
      </w:pPr>
    </w:p>
    <w:p w:rsidR="005B1B89" w:rsidRPr="005C6890" w:rsidRDefault="005B1B89" w:rsidP="00370D9D">
      <w:pPr>
        <w:jc w:val="both"/>
      </w:pPr>
      <w:r w:rsidRPr="005C6890">
        <w:t xml:space="preserve"> </w:t>
      </w:r>
      <w:r w:rsidRPr="005C6890">
        <w:tab/>
        <w:t xml:space="preserve">2.1  </w:t>
      </w:r>
      <w:r>
        <w:t>Договор заключается</w:t>
      </w:r>
      <w:r w:rsidRPr="005C6890">
        <w:t xml:space="preserve"> на срок с </w:t>
      </w:r>
      <w:r>
        <w:t>_____</w:t>
      </w:r>
      <w:r w:rsidRPr="005C6890">
        <w:t>201</w:t>
      </w:r>
      <w:r>
        <w:t>7</w:t>
      </w:r>
      <w:r w:rsidRPr="005C6890">
        <w:t xml:space="preserve"> г. до </w:t>
      </w:r>
      <w:r>
        <w:t>______</w:t>
      </w:r>
      <w:r w:rsidRPr="005C6890">
        <w:t>20</w:t>
      </w:r>
      <w:r>
        <w:t>20</w:t>
      </w:r>
      <w:r w:rsidRPr="005C6890">
        <w:t xml:space="preserve"> г. </w:t>
      </w:r>
      <w:r>
        <w:t xml:space="preserve">(3 года) </w:t>
      </w:r>
      <w:r w:rsidRPr="005C6890">
        <w:t xml:space="preserve">и вступает в силу с </w:t>
      </w:r>
      <w:r>
        <w:t>момента его государственной регистрации в Управлении Федеральной службы государственной регистрации, кадастра и картографии по Кемеровской области</w:t>
      </w:r>
      <w:r w:rsidRPr="005C6890">
        <w:t>.</w:t>
      </w:r>
    </w:p>
    <w:p w:rsidR="005B1B89" w:rsidRPr="005C6890" w:rsidRDefault="005B1B89" w:rsidP="00370D9D">
      <w:pPr>
        <w:ind w:left="480"/>
        <w:jc w:val="both"/>
        <w:rPr>
          <w:b/>
          <w:bCs/>
        </w:rPr>
      </w:pPr>
    </w:p>
    <w:p w:rsidR="005B1B89" w:rsidRPr="005C6890" w:rsidRDefault="005B1B89" w:rsidP="00370D9D">
      <w:pPr>
        <w:ind w:left="480"/>
        <w:jc w:val="center"/>
        <w:rPr>
          <w:b/>
          <w:bCs/>
        </w:rPr>
      </w:pPr>
      <w:r w:rsidRPr="005C6890">
        <w:rPr>
          <w:b/>
          <w:bCs/>
        </w:rPr>
        <w:t>3. РАЗМЕР И УСЛОВИЯ ВНЕСЕНИЯ АРЕНДНОЙ ПЛАТЫ</w:t>
      </w:r>
    </w:p>
    <w:p w:rsidR="005B1B89" w:rsidRPr="005C6890" w:rsidRDefault="005B1B89" w:rsidP="00370D9D">
      <w:pPr>
        <w:ind w:left="480"/>
        <w:jc w:val="both"/>
        <w:rPr>
          <w:b/>
          <w:bCs/>
        </w:rPr>
      </w:pPr>
    </w:p>
    <w:p w:rsidR="005B1B89" w:rsidRPr="005C6890" w:rsidRDefault="005B1B89" w:rsidP="00370D9D">
      <w:pPr>
        <w:ind w:firstLine="480"/>
        <w:jc w:val="both"/>
      </w:pPr>
      <w:r w:rsidRPr="005C6890">
        <w:t xml:space="preserve">3.1. Размер арендной платы за Участок </w:t>
      </w:r>
      <w:r>
        <w:t xml:space="preserve">определен по результатам аукциона и </w:t>
      </w:r>
      <w:r w:rsidRPr="005C6890">
        <w:t xml:space="preserve">составляет  в год </w:t>
      </w:r>
      <w:r>
        <w:rPr>
          <w:b/>
          <w:bCs/>
        </w:rPr>
        <w:t>_____</w:t>
      </w:r>
      <w:r w:rsidRPr="005C6890">
        <w:rPr>
          <w:b/>
          <w:bCs/>
        </w:rPr>
        <w:t>(</w:t>
      </w:r>
      <w:r>
        <w:rPr>
          <w:b/>
          <w:bCs/>
        </w:rPr>
        <w:t>_____________</w:t>
      </w:r>
      <w:r w:rsidRPr="005C6890">
        <w:rPr>
          <w:b/>
          <w:bCs/>
        </w:rPr>
        <w:t>) рублей.</w:t>
      </w:r>
    </w:p>
    <w:p w:rsidR="005B1B89" w:rsidRDefault="005B1B89" w:rsidP="00370D9D">
      <w:pPr>
        <w:pStyle w:val="ConsPlusNormal"/>
        <w:ind w:firstLine="540"/>
        <w:jc w:val="both"/>
      </w:pPr>
      <w:r w:rsidRPr="005C6890">
        <w:t>3.2</w:t>
      </w:r>
      <w:r>
        <w:t>.</w:t>
      </w:r>
      <w:r w:rsidRPr="005C6890">
        <w:t xml:space="preserve"> </w:t>
      </w:r>
      <w:r>
        <w:t>Задаток, внесенный Арендатором, засчитывается в счет арендной платы за него.</w:t>
      </w:r>
    </w:p>
    <w:p w:rsidR="005B1B89" w:rsidRPr="005C6890" w:rsidRDefault="005B1B89" w:rsidP="00370D9D">
      <w:pPr>
        <w:pStyle w:val="ConsPlusNormal"/>
        <w:ind w:firstLine="540"/>
        <w:jc w:val="both"/>
      </w:pPr>
      <w:r>
        <w:t xml:space="preserve">3.3. </w:t>
      </w:r>
      <w:r w:rsidRPr="005C6890">
        <w:t xml:space="preserve">Арендная плата вносится Арендатором </w:t>
      </w:r>
      <w:r w:rsidRPr="005C6890">
        <w:rPr>
          <w:b/>
          <w:bCs/>
        </w:rPr>
        <w:t>равными долями от начисленной годовой суммы арендной платы один раз в квартал до 10 числа первого месяца текущего  квартала,</w:t>
      </w:r>
      <w:r w:rsidRPr="005C6890">
        <w:t xml:space="preserve">  путем перечисления на расчетный счет:</w:t>
      </w:r>
    </w:p>
    <w:p w:rsidR="005B1B89" w:rsidRPr="00E90FFC" w:rsidRDefault="005B1B89" w:rsidP="00370D9D">
      <w:pPr>
        <w:ind w:firstLine="480"/>
        <w:jc w:val="both"/>
        <w:rPr>
          <w:b/>
          <w:bCs/>
        </w:rPr>
      </w:pPr>
      <w:r w:rsidRPr="00711E33">
        <w:rPr>
          <w:b/>
          <w:bCs/>
          <w:sz w:val="23"/>
          <w:szCs w:val="23"/>
        </w:rPr>
        <w:t>40101810400000010007</w:t>
      </w:r>
      <w:r w:rsidRPr="00E90FFC">
        <w:t xml:space="preserve"> в </w:t>
      </w:r>
      <w:r>
        <w:t>отделение Кемерово</w:t>
      </w:r>
      <w:r w:rsidRPr="00E90FFC">
        <w:t xml:space="preserve">, г. Кемерово, БИК 043207001, получатель УФК по Кемеровской области </w:t>
      </w:r>
      <w:r w:rsidRPr="00E90FFC">
        <w:rPr>
          <w:b/>
          <w:bCs/>
        </w:rPr>
        <w:t>(</w:t>
      </w:r>
      <w:r w:rsidRPr="00711E33">
        <w:rPr>
          <w:b/>
          <w:bCs/>
          <w:sz w:val="23"/>
          <w:szCs w:val="23"/>
        </w:rPr>
        <w:t>Комитет по управлению муниципальным имуществом  администрации  Промышленновского муниципального района</w:t>
      </w:r>
      <w:r w:rsidRPr="00E90FFC">
        <w:rPr>
          <w:b/>
          <w:bCs/>
        </w:rPr>
        <w:t xml:space="preserve">), </w:t>
      </w:r>
      <w:r w:rsidRPr="00401CEC">
        <w:rPr>
          <w:b/>
          <w:bCs/>
        </w:rPr>
        <w:t xml:space="preserve"> </w:t>
      </w:r>
      <w:r>
        <w:rPr>
          <w:b/>
          <w:bCs/>
        </w:rPr>
        <w:t xml:space="preserve">         </w:t>
      </w:r>
      <w:r w:rsidRPr="00E90FFC">
        <w:rPr>
          <w:b/>
          <w:bCs/>
        </w:rPr>
        <w:t>ИНН 424000</w:t>
      </w:r>
      <w:r>
        <w:rPr>
          <w:b/>
          <w:bCs/>
        </w:rPr>
        <w:t xml:space="preserve">5497, КПП 424001001, </w:t>
      </w:r>
      <w:r w:rsidRPr="00606A8A">
        <w:rPr>
          <w:b/>
          <w:bCs/>
        </w:rPr>
        <w:t>ОКТМО 32625151, КБК 90511105013130000120</w:t>
      </w:r>
      <w:r w:rsidRPr="00E90FFC">
        <w:rPr>
          <w:b/>
          <w:bCs/>
        </w:rPr>
        <w:t>, вид платежа: аренда земли.</w:t>
      </w:r>
    </w:p>
    <w:p w:rsidR="005B1B89" w:rsidRPr="005C6890" w:rsidRDefault="005B1B89" w:rsidP="00370D9D">
      <w:pPr>
        <w:ind w:firstLine="480"/>
        <w:jc w:val="both"/>
      </w:pPr>
      <w:r w:rsidRPr="005C6890">
        <w:t>Исполнением обязательства по внесению арендной платы является подтверждение ОФК о зачислении денежных средств на указанный счет.</w:t>
      </w:r>
    </w:p>
    <w:p w:rsidR="005B1B89" w:rsidRPr="005C6890" w:rsidRDefault="005B1B89" w:rsidP="00370D9D">
      <w:pPr>
        <w:ind w:firstLine="480"/>
        <w:jc w:val="both"/>
      </w:pPr>
      <w:r>
        <w:t>3.4</w:t>
      </w:r>
      <w:r w:rsidRPr="005C6890">
        <w:t>.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 или земельного налога.</w:t>
      </w:r>
    </w:p>
    <w:p w:rsidR="005B1B89" w:rsidRDefault="005B1B89" w:rsidP="00370D9D">
      <w:pPr>
        <w:ind w:firstLine="480"/>
        <w:jc w:val="both"/>
      </w:pPr>
      <w:r w:rsidRPr="005C6890">
        <w:t>Условия настоящего Договора о размере арендной платы считаются измененными по истечению 10-дневного срока с момента направления Арендатору (заказным письмом по адресу, указанному в Договоре, либо вручения под роспись) уведомления Арендодателя об одностороннем изменении размера арендной платы по Договору.</w:t>
      </w:r>
    </w:p>
    <w:p w:rsidR="005B1B89" w:rsidRPr="005C6890" w:rsidRDefault="005B1B89" w:rsidP="00370D9D">
      <w:pPr>
        <w:ind w:firstLine="480"/>
        <w:jc w:val="both"/>
      </w:pPr>
    </w:p>
    <w:p w:rsidR="005B1B89" w:rsidRDefault="005B1B89" w:rsidP="00370D9D">
      <w:pPr>
        <w:jc w:val="center"/>
        <w:rPr>
          <w:b/>
          <w:bCs/>
        </w:rPr>
      </w:pPr>
    </w:p>
    <w:p w:rsidR="005B1B89" w:rsidRPr="005C6890" w:rsidRDefault="005B1B89" w:rsidP="00BE597C">
      <w:pPr>
        <w:ind w:left="851" w:right="-852"/>
        <w:jc w:val="center"/>
        <w:rPr>
          <w:b/>
          <w:bCs/>
        </w:rPr>
      </w:pPr>
      <w:r w:rsidRPr="005C6890">
        <w:rPr>
          <w:b/>
          <w:bCs/>
        </w:rPr>
        <w:t>4. ПРАВА И ОБЯЗАННОСТИ СТОРОН</w:t>
      </w:r>
    </w:p>
    <w:p w:rsidR="005B1B89" w:rsidRPr="005C6890" w:rsidRDefault="005B1B89" w:rsidP="00BE597C">
      <w:pPr>
        <w:ind w:left="851" w:right="-852"/>
        <w:jc w:val="both"/>
      </w:pPr>
    </w:p>
    <w:p w:rsidR="005B1B89" w:rsidRPr="005C6890" w:rsidRDefault="005B1B89" w:rsidP="00BE597C">
      <w:pPr>
        <w:ind w:left="851" w:right="-852" w:firstLine="565"/>
        <w:jc w:val="both"/>
        <w:rPr>
          <w:b/>
          <w:bCs/>
        </w:rPr>
      </w:pPr>
      <w:r w:rsidRPr="005C6890">
        <w:t xml:space="preserve">4.1 Арендодатель имеет право: </w:t>
      </w:r>
    </w:p>
    <w:p w:rsidR="005B1B89" w:rsidRPr="005C6890" w:rsidRDefault="005B1B89" w:rsidP="00BE597C">
      <w:pPr>
        <w:pStyle w:val="BodyText3"/>
        <w:ind w:left="851" w:right="-852"/>
      </w:pPr>
      <w:r w:rsidRPr="005C6890">
        <w:t xml:space="preserve">   </w:t>
      </w:r>
      <w:r w:rsidRPr="005C6890">
        <w:tab/>
        <w:t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более, чем за 6 месяцев, в случае не подписания Арендатором дополнительных соглашений к Договору в соответствии с п. 3.3. и нарушения других условий Договора.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4.1.2. На беспрепятственный доступ на территорию арендуемого земельного участка с целью его осмотра на предмет  соблюдения условий  Договора.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 </w:t>
      </w:r>
      <w:r w:rsidRPr="005C6890">
        <w:tab/>
        <w:t>4.1.4. Вносить в органы, осуществляющие государственный контроль за использованием и охраной земель, требования о приостановлении деятельности, ведущейся с нарушением условий настоящего Договора.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4.2. Арендодатель обязан:</w:t>
      </w:r>
    </w:p>
    <w:p w:rsidR="005B1B89" w:rsidRPr="005C6890" w:rsidRDefault="005B1B89" w:rsidP="00BE597C">
      <w:pPr>
        <w:pStyle w:val="BodyText"/>
        <w:ind w:left="851" w:right="-852"/>
      </w:pPr>
      <w:r w:rsidRPr="005C6890">
        <w:t xml:space="preserve">   </w:t>
      </w:r>
      <w:r w:rsidRPr="005C6890">
        <w:tab/>
        <w:t>4.2.1. Выполнять в полном объеме все условия Договора.</w:t>
      </w:r>
    </w:p>
    <w:p w:rsidR="005B1B89" w:rsidRPr="005C6890" w:rsidRDefault="005B1B89" w:rsidP="00BE597C">
      <w:pPr>
        <w:ind w:left="851" w:right="-852"/>
        <w:jc w:val="both"/>
        <w:rPr>
          <w:b/>
          <w:bCs/>
        </w:rPr>
      </w:pPr>
      <w:r w:rsidRPr="005C6890">
        <w:t xml:space="preserve">   </w:t>
      </w:r>
      <w:r w:rsidRPr="005C6890">
        <w:tab/>
        <w:t>4.2.2. Передать Арендатору Участок одновременно с договором</w:t>
      </w:r>
      <w:r w:rsidRPr="005C6890">
        <w:rPr>
          <w:b/>
          <w:bCs/>
        </w:rPr>
        <w:t>.</w:t>
      </w:r>
    </w:p>
    <w:p w:rsidR="005B1B89" w:rsidRPr="005C6890" w:rsidRDefault="005B1B89" w:rsidP="00BE597C">
      <w:pPr>
        <w:ind w:left="851" w:right="-852"/>
        <w:jc w:val="both"/>
        <w:rPr>
          <w:b/>
          <w:bCs/>
        </w:rPr>
      </w:pPr>
      <w:r w:rsidRPr="005C6890">
        <w:t xml:space="preserve">   </w:t>
      </w:r>
      <w:r w:rsidRPr="005C6890">
        <w:tab/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4.2.4. Своевременно производить перерасчет арендной платы и своевременно информировать об этом Арендатора.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4.3. Арендатор имеет право: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4.3.1. Использовать Участок на условиях, установленных Договором.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4.3.2. С согласия Арендодателя сдавать Участок в субаренду, а также передавать свои права и обязанности по Договору третьим лицам при заключении Договора на срок более пяти лет.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 Арендатор обязан: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4.4.1. Выполнять в полном объеме все условия Договора.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4.4.2. Использовать Участок в соответствии с целевым назначением и разрешенным использованием.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4.4.3. Уплачивать в размере и на условиях, установленных Договором арендную плату.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 xml:space="preserve"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 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 xml:space="preserve">4.4.5. Письменно сообщить Арендодателю не позднее чем за </w:t>
      </w:r>
      <w:r>
        <w:t>15</w:t>
      </w:r>
      <w:r w:rsidRPr="005C6890">
        <w:t xml:space="preserve"> (</w:t>
      </w:r>
      <w:r>
        <w:t>пятнадцать</w:t>
      </w:r>
      <w:r w:rsidRPr="005C6890">
        <w:t>) дней о предстоящем освобождении Участка в связи с окончанием срока действия Договора, так</w:t>
      </w:r>
      <w:r>
        <w:t>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4.4.6. Не допускать действий, приводящих  к ухудшению экологической обстановки  на арендуемом земельном участке и прилегающих к нему территориях, а также выполнять работы по благоустройству территории.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4.4.7. Письменно в десятидневный срок уведомить Арендодателя об изменении своих реквизитов.</w:t>
      </w:r>
    </w:p>
    <w:p w:rsidR="005B1B89" w:rsidRPr="005C6890" w:rsidRDefault="005B1B89" w:rsidP="00BE597C">
      <w:pPr>
        <w:pStyle w:val="BodyText"/>
        <w:ind w:left="851" w:right="-852"/>
      </w:pPr>
      <w:r w:rsidRPr="005C6890">
        <w:t xml:space="preserve">   </w:t>
      </w:r>
      <w:r w:rsidRPr="005C6890">
        <w:tab/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5B1B89" w:rsidRPr="005C6890" w:rsidRDefault="005B1B89" w:rsidP="00BE597C">
      <w:pPr>
        <w:tabs>
          <w:tab w:val="left" w:pos="210"/>
        </w:tabs>
        <w:ind w:left="851" w:right="-852"/>
        <w:jc w:val="both"/>
      </w:pPr>
    </w:p>
    <w:p w:rsidR="005B1B89" w:rsidRPr="005C6890" w:rsidRDefault="005B1B89" w:rsidP="00BE597C">
      <w:pPr>
        <w:ind w:left="851" w:right="-852"/>
        <w:jc w:val="center"/>
        <w:rPr>
          <w:b/>
          <w:bCs/>
        </w:rPr>
      </w:pPr>
      <w:r w:rsidRPr="005C6890">
        <w:rPr>
          <w:b/>
          <w:bCs/>
        </w:rPr>
        <w:t>5. ОТВЕТСТВЕННОСТЬ СТОРОН</w:t>
      </w:r>
    </w:p>
    <w:p w:rsidR="005B1B89" w:rsidRPr="005C6890" w:rsidRDefault="005B1B89" w:rsidP="00BE597C">
      <w:pPr>
        <w:ind w:left="851" w:right="-852"/>
        <w:jc w:val="both"/>
      </w:pPr>
    </w:p>
    <w:p w:rsidR="005B1B89" w:rsidRPr="005C6890" w:rsidRDefault="005B1B89" w:rsidP="00BE597C">
      <w:pPr>
        <w:ind w:left="851" w:right="-852"/>
        <w:jc w:val="both"/>
      </w:pPr>
      <w:r w:rsidRPr="005C6890"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5B1B89" w:rsidRPr="005C6890" w:rsidRDefault="005B1B89" w:rsidP="00BE597C">
      <w:pPr>
        <w:ind w:left="851" w:right="-852"/>
        <w:jc w:val="both"/>
      </w:pPr>
      <w:r w:rsidRPr="005C6890">
        <w:t xml:space="preserve">   </w:t>
      </w:r>
      <w:r w:rsidRPr="005C6890">
        <w:tab/>
        <w:t xml:space="preserve">5.2. За нарушения срока внесения арендной платы по Договору Арендатор выплачивает Арендодателю пени из расчета 1/300  </w:t>
      </w:r>
      <w:r>
        <w:t>ключевой ставки Банка России</w:t>
      </w:r>
      <w:r w:rsidRPr="005C6890">
        <w:t xml:space="preserve"> от размера невнесенной арендной платы за каждый  календарный день просрочки.</w:t>
      </w:r>
    </w:p>
    <w:p w:rsidR="005B1B89" w:rsidRPr="005C6890" w:rsidRDefault="005B1B89" w:rsidP="00370D9D">
      <w:pPr>
        <w:jc w:val="both"/>
      </w:pPr>
      <w:r w:rsidRPr="005C6890">
        <w:t xml:space="preserve">   </w:t>
      </w:r>
      <w:r w:rsidRPr="005C6890">
        <w:tab/>
        <w:t xml:space="preserve">5.3. В период действия Договора суммы, вносимые в счет исполнения по обязательствам по настоящему Договору, в первую очередь направляются на погашение пени, исчисленную за просрочку внесения арендных платежей. </w:t>
      </w:r>
    </w:p>
    <w:p w:rsidR="005B1B89" w:rsidRPr="005C6890" w:rsidRDefault="005B1B89" w:rsidP="00370D9D">
      <w:pPr>
        <w:jc w:val="both"/>
      </w:pPr>
      <w:r w:rsidRPr="005C6890">
        <w:t xml:space="preserve">   </w:t>
      </w:r>
      <w:r w:rsidRPr="005C6890">
        <w:tab/>
        <w:t>5.4.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B1B89" w:rsidRPr="005C6890" w:rsidRDefault="005B1B89" w:rsidP="00370D9D">
      <w:pPr>
        <w:jc w:val="both"/>
      </w:pPr>
    </w:p>
    <w:p w:rsidR="005B1B89" w:rsidRPr="005C6890" w:rsidRDefault="005B1B89" w:rsidP="00370D9D">
      <w:pPr>
        <w:jc w:val="both"/>
      </w:pPr>
    </w:p>
    <w:p w:rsidR="005B1B89" w:rsidRPr="005C6890" w:rsidRDefault="005B1B89" w:rsidP="00370D9D">
      <w:pPr>
        <w:jc w:val="center"/>
        <w:rPr>
          <w:b/>
          <w:bCs/>
        </w:rPr>
      </w:pPr>
      <w:r w:rsidRPr="005C6890">
        <w:rPr>
          <w:b/>
          <w:bCs/>
        </w:rPr>
        <w:t>6. ИЗМЕНЕНИЕ, РАСТОРЖЕНИЕ И ПРЕКРАЩЕНИЕ ДОГОВОРА.</w:t>
      </w:r>
    </w:p>
    <w:p w:rsidR="005B1B89" w:rsidRPr="005C6890" w:rsidRDefault="005B1B89" w:rsidP="00370D9D">
      <w:pPr>
        <w:jc w:val="both"/>
      </w:pPr>
    </w:p>
    <w:p w:rsidR="005B1B89" w:rsidRPr="005C6890" w:rsidRDefault="005B1B89" w:rsidP="00370D9D">
      <w:pPr>
        <w:jc w:val="both"/>
      </w:pPr>
      <w:r w:rsidRPr="005C6890">
        <w:t xml:space="preserve">   </w:t>
      </w:r>
      <w:r w:rsidRPr="005C6890">
        <w:tab/>
        <w:t xml:space="preserve">6.1. </w:t>
      </w:r>
      <w:r w:rsidRPr="005C6890">
        <w:tab/>
        <w:t>Все предложения какой-либо из Сторон об изменении или расторжении Договора (за исключением предусмотренных п. 3.</w:t>
      </w:r>
      <w:r>
        <w:t>4</w:t>
      </w:r>
      <w:r w:rsidRPr="005C6890">
        <w:t xml:space="preserve"> настоящего Договора) рассматриваются Сторонами в месячный срок и оформляются дополнительными соглашениями.</w:t>
      </w:r>
    </w:p>
    <w:p w:rsidR="005B1B89" w:rsidRPr="005C6890" w:rsidRDefault="005B1B89" w:rsidP="00370D9D">
      <w:pPr>
        <w:jc w:val="both"/>
      </w:pPr>
      <w:r w:rsidRPr="005C6890">
        <w:t xml:space="preserve">     </w:t>
      </w:r>
      <w:r w:rsidRPr="005C6890">
        <w:tab/>
        <w:t>Любая из Сторон имеет право передавать разногласия, возникшие при внесении изменений в настоящий Договор на рассмотрение суда.</w:t>
      </w:r>
    </w:p>
    <w:p w:rsidR="005B1B89" w:rsidRPr="005C6890" w:rsidRDefault="005B1B89" w:rsidP="00370D9D">
      <w:pPr>
        <w:pStyle w:val="BodyText"/>
      </w:pPr>
      <w:r w:rsidRPr="005C6890">
        <w:t xml:space="preserve">   </w:t>
      </w:r>
      <w:r w:rsidRPr="005C6890">
        <w:tab/>
        <w:t>6.2. Договор может быть расторгнут по требованию Арендодателя, по решению суда на основании и в порядке, установленным гражданским законодательством, а также в случаях, указанных в пункте 4.1.1.</w:t>
      </w:r>
    </w:p>
    <w:p w:rsidR="005B1B89" w:rsidRPr="005C6890" w:rsidRDefault="005B1B89" w:rsidP="00370D9D">
      <w:pPr>
        <w:jc w:val="both"/>
      </w:pPr>
      <w:r w:rsidRPr="005C6890">
        <w:t xml:space="preserve">  </w:t>
      </w:r>
      <w:r w:rsidRPr="005C6890">
        <w:tab/>
        <w:t xml:space="preserve"> 6.3. При прекращении Договора Арендатор обязан вернуть Арендодателю Участок в надлежащем состоянии по акту приема-передачи.</w:t>
      </w:r>
    </w:p>
    <w:p w:rsidR="005B1B89" w:rsidRPr="005C6890" w:rsidRDefault="005B1B89" w:rsidP="00370D9D">
      <w:pPr>
        <w:jc w:val="both"/>
      </w:pPr>
      <w:r w:rsidRPr="005C6890">
        <w:t xml:space="preserve">   </w:t>
      </w:r>
      <w:r w:rsidRPr="005C6890">
        <w:tab/>
        <w:t xml:space="preserve">6.4. По окончании срока действия Договор </w:t>
      </w:r>
      <w:r>
        <w:t>прекращает свое действие</w:t>
      </w:r>
      <w:r w:rsidRPr="005C6890">
        <w:t>.</w:t>
      </w:r>
    </w:p>
    <w:p w:rsidR="005B1B89" w:rsidRPr="005C6890" w:rsidRDefault="005B1B89" w:rsidP="00370D9D">
      <w:pPr>
        <w:jc w:val="both"/>
      </w:pPr>
    </w:p>
    <w:p w:rsidR="005B1B89" w:rsidRPr="005C6890" w:rsidRDefault="005B1B89" w:rsidP="00370D9D">
      <w:pPr>
        <w:jc w:val="center"/>
        <w:rPr>
          <w:b/>
          <w:bCs/>
        </w:rPr>
      </w:pPr>
      <w:r w:rsidRPr="005C6890">
        <w:rPr>
          <w:b/>
          <w:bCs/>
        </w:rPr>
        <w:t>7. РАССМОТРЕНИЕ И УРЕГУЛИРОВАНИЕ СПОРОВ.</w:t>
      </w:r>
    </w:p>
    <w:p w:rsidR="005B1B89" w:rsidRPr="005C6890" w:rsidRDefault="005B1B89" w:rsidP="00370D9D">
      <w:pPr>
        <w:jc w:val="both"/>
        <w:rPr>
          <w:b/>
          <w:bCs/>
        </w:rPr>
      </w:pPr>
    </w:p>
    <w:p w:rsidR="005B1B89" w:rsidRPr="005C6890" w:rsidRDefault="005B1B89" w:rsidP="00370D9D">
      <w:pPr>
        <w:pStyle w:val="BodyText"/>
      </w:pPr>
      <w:r w:rsidRPr="005C6890">
        <w:t xml:space="preserve">   </w:t>
      </w:r>
      <w:r w:rsidRPr="005C6890">
        <w:tab/>
        <w:t>7.1. Все споры между Сторонами, возникшие по Договору, разрешаются в соответствии с законодательством Российской Федерации.</w:t>
      </w:r>
    </w:p>
    <w:p w:rsidR="005B1B89" w:rsidRPr="005C6890" w:rsidRDefault="005B1B89" w:rsidP="00370D9D">
      <w:pPr>
        <w:jc w:val="both"/>
        <w:rPr>
          <w:b/>
          <w:bCs/>
        </w:rPr>
      </w:pPr>
    </w:p>
    <w:p w:rsidR="005B1B89" w:rsidRPr="005C6890" w:rsidRDefault="005B1B89" w:rsidP="00370D9D">
      <w:pPr>
        <w:jc w:val="center"/>
        <w:rPr>
          <w:b/>
          <w:bCs/>
        </w:rPr>
      </w:pPr>
      <w:r w:rsidRPr="005C6890">
        <w:rPr>
          <w:b/>
          <w:bCs/>
        </w:rPr>
        <w:t>8. ОСОБЫЕ УСЛОВИЯ ДОГОВОРА.</w:t>
      </w:r>
    </w:p>
    <w:p w:rsidR="005B1B89" w:rsidRPr="005C6890" w:rsidRDefault="005B1B89" w:rsidP="00370D9D">
      <w:pPr>
        <w:jc w:val="center"/>
        <w:rPr>
          <w:b/>
          <w:bCs/>
        </w:rPr>
      </w:pPr>
    </w:p>
    <w:p w:rsidR="005B1B89" w:rsidRPr="005C6890" w:rsidRDefault="005B1B89" w:rsidP="00370D9D">
      <w:pPr>
        <w:jc w:val="both"/>
      </w:pPr>
      <w:r w:rsidRPr="005C6890">
        <w:t xml:space="preserve">   </w:t>
      </w:r>
      <w:r w:rsidRPr="005C6890">
        <w:tab/>
        <w:t>8.1. Срок действия Договора субаренды не может превышать срок действия Договора.</w:t>
      </w:r>
    </w:p>
    <w:p w:rsidR="005B1B89" w:rsidRPr="005C6890" w:rsidRDefault="005B1B89" w:rsidP="00370D9D">
      <w:pPr>
        <w:jc w:val="both"/>
      </w:pPr>
      <w:r w:rsidRPr="005C6890">
        <w:t xml:space="preserve">   </w:t>
      </w:r>
      <w:r w:rsidRPr="005C6890">
        <w:tab/>
        <w:t>8.2. При досрочном расторжении Договора договор субаренды земельного участка прекращает свое действие.</w:t>
      </w:r>
    </w:p>
    <w:p w:rsidR="005B1B89" w:rsidRPr="005C6890" w:rsidRDefault="005B1B89" w:rsidP="00370D9D">
      <w:pPr>
        <w:jc w:val="both"/>
      </w:pPr>
      <w:r w:rsidRPr="005C6890">
        <w:t xml:space="preserve">   </w:t>
      </w:r>
      <w:r w:rsidRPr="005C6890">
        <w:tab/>
        <w:t>8.3. При направлению Арендатору уведомлений Арендодателя, связанных с исполнением, изменением, или расторжением настоящего Договора, Арендатор считается надлежащим образом уведомленным с момента отправления заказного письма с почтовым уведомлением либо вручением уведомления под роспись.</w:t>
      </w:r>
    </w:p>
    <w:p w:rsidR="005B1B89" w:rsidRDefault="005B1B89" w:rsidP="00370D9D">
      <w:pPr>
        <w:pStyle w:val="BodyText2"/>
        <w:rPr>
          <w:b w:val="0"/>
          <w:bCs w:val="0"/>
        </w:rPr>
      </w:pPr>
      <w:r w:rsidRPr="005C6890">
        <w:rPr>
          <w:b w:val="0"/>
          <w:bCs w:val="0"/>
        </w:rPr>
        <w:t xml:space="preserve">   </w:t>
      </w:r>
      <w:r w:rsidRPr="005C6890">
        <w:rPr>
          <w:b w:val="0"/>
          <w:bCs w:val="0"/>
        </w:rPr>
        <w:tab/>
        <w:t>8.4.</w:t>
      </w:r>
      <w:r w:rsidRPr="005C6890">
        <w:t xml:space="preserve"> </w:t>
      </w:r>
      <w:r w:rsidRPr="005C6890">
        <w:rPr>
          <w:b w:val="0"/>
          <w:bCs w:val="0"/>
        </w:rPr>
        <w:t xml:space="preserve">Настоящий договор </w:t>
      </w:r>
      <w:r>
        <w:rPr>
          <w:b w:val="0"/>
          <w:bCs w:val="0"/>
        </w:rPr>
        <w:t>одновременно является актом приема-передачи земельного участка.</w:t>
      </w:r>
    </w:p>
    <w:p w:rsidR="005B1B89" w:rsidRPr="005C6890" w:rsidRDefault="005B1B89" w:rsidP="00370D9D">
      <w:pPr>
        <w:pStyle w:val="BodyText2"/>
        <w:ind w:firstLine="708"/>
      </w:pPr>
      <w:r>
        <w:rPr>
          <w:b w:val="0"/>
          <w:bCs w:val="0"/>
        </w:rPr>
        <w:t xml:space="preserve">8.5. </w:t>
      </w:r>
      <w:r w:rsidRPr="005C6890">
        <w:rPr>
          <w:b w:val="0"/>
          <w:bCs w:val="0"/>
        </w:rPr>
        <w:t>Настоящий договор составлен в 3 (трех) экземплярах, по одному для каждой из сторон, третий – для Управления Федеральной службы государственной регистрации, кадастра и картографии по Кемеровской области.</w:t>
      </w:r>
    </w:p>
    <w:p w:rsidR="005B1B89" w:rsidRPr="005C6890" w:rsidRDefault="005B1B89" w:rsidP="00370D9D">
      <w:pPr>
        <w:jc w:val="both"/>
      </w:pPr>
    </w:p>
    <w:p w:rsidR="005B1B89" w:rsidRDefault="005B1B89" w:rsidP="00370D9D">
      <w:pPr>
        <w:jc w:val="center"/>
        <w:rPr>
          <w:b/>
          <w:bCs/>
        </w:rPr>
      </w:pPr>
      <w:r w:rsidRPr="005C6890">
        <w:rPr>
          <w:b/>
          <w:bCs/>
        </w:rPr>
        <w:t xml:space="preserve">9. </w:t>
      </w:r>
      <w:r>
        <w:rPr>
          <w:b/>
          <w:bCs/>
        </w:rPr>
        <w:t xml:space="preserve">ПОДПИСИ </w:t>
      </w:r>
      <w:r w:rsidRPr="005C6890">
        <w:rPr>
          <w:b/>
          <w:bCs/>
        </w:rPr>
        <w:t>СТОРОН.</w:t>
      </w:r>
    </w:p>
    <w:p w:rsidR="005B1B89" w:rsidRPr="005C6890" w:rsidRDefault="005B1B89" w:rsidP="00370D9D">
      <w:pPr>
        <w:jc w:val="center"/>
        <w:rPr>
          <w:b/>
          <w:bCs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5"/>
      </w:tblGrid>
      <w:tr w:rsidR="005B1B89">
        <w:tc>
          <w:tcPr>
            <w:tcW w:w="4785" w:type="dxa"/>
          </w:tcPr>
          <w:p w:rsidR="005B1B89" w:rsidRPr="00845725" w:rsidRDefault="005B1B89" w:rsidP="00CF1045">
            <w:pPr>
              <w:rPr>
                <w:b/>
                <w:bCs/>
              </w:rPr>
            </w:pPr>
            <w:r w:rsidRPr="00845725">
              <w:rPr>
                <w:b/>
                <w:bCs/>
                <w:sz w:val="22"/>
                <w:szCs w:val="22"/>
              </w:rPr>
              <w:t>Арендодатель</w:t>
            </w:r>
          </w:p>
        </w:tc>
        <w:tc>
          <w:tcPr>
            <w:tcW w:w="4786" w:type="dxa"/>
          </w:tcPr>
          <w:p w:rsidR="005B1B89" w:rsidRPr="00845725" w:rsidRDefault="005B1B89" w:rsidP="00CF1045">
            <w:pPr>
              <w:rPr>
                <w:b/>
                <w:bCs/>
              </w:rPr>
            </w:pPr>
            <w:r w:rsidRPr="00845725">
              <w:rPr>
                <w:b/>
                <w:bCs/>
                <w:sz w:val="22"/>
                <w:szCs w:val="22"/>
              </w:rPr>
              <w:t xml:space="preserve">                   Арендатор</w:t>
            </w:r>
          </w:p>
        </w:tc>
      </w:tr>
      <w:tr w:rsidR="005B1B89">
        <w:tc>
          <w:tcPr>
            <w:tcW w:w="4785" w:type="dxa"/>
          </w:tcPr>
          <w:p w:rsidR="005B1B89" w:rsidRPr="00845725" w:rsidRDefault="005B1B89" w:rsidP="00845725">
            <w:pPr>
              <w:jc w:val="center"/>
            </w:pPr>
          </w:p>
          <w:p w:rsidR="005B1B89" w:rsidRDefault="005B1B89" w:rsidP="00CF1045">
            <w:pPr>
              <w:rPr>
                <w:b/>
                <w:bCs/>
              </w:rPr>
            </w:pPr>
            <w:r w:rsidRPr="00845725">
              <w:rPr>
                <w:b/>
                <w:bCs/>
                <w:sz w:val="22"/>
                <w:szCs w:val="22"/>
              </w:rPr>
              <w:t xml:space="preserve">Администрация </w:t>
            </w:r>
            <w:r>
              <w:rPr>
                <w:b/>
                <w:bCs/>
                <w:sz w:val="22"/>
                <w:szCs w:val="22"/>
              </w:rPr>
              <w:t>Промышленновского городского</w:t>
            </w:r>
            <w:r w:rsidRPr="00845725">
              <w:rPr>
                <w:b/>
                <w:bCs/>
                <w:sz w:val="22"/>
                <w:szCs w:val="22"/>
              </w:rPr>
              <w:t xml:space="preserve"> поселения </w:t>
            </w:r>
          </w:p>
          <w:p w:rsidR="005B1B89" w:rsidRPr="00845725" w:rsidRDefault="005B1B89" w:rsidP="00CF1045">
            <w:pPr>
              <w:rPr>
                <w:b/>
                <w:bCs/>
              </w:rPr>
            </w:pPr>
          </w:p>
          <w:p w:rsidR="005B1B89" w:rsidRPr="00845725" w:rsidRDefault="005B1B89" w:rsidP="00CF1045">
            <w:r w:rsidRPr="00845725">
              <w:rPr>
                <w:sz w:val="22"/>
                <w:szCs w:val="22"/>
              </w:rPr>
              <w:t xml:space="preserve">Глава поселения </w:t>
            </w:r>
          </w:p>
          <w:p w:rsidR="005B1B89" w:rsidRPr="00845725" w:rsidRDefault="005B1B89" w:rsidP="00CF1045"/>
          <w:p w:rsidR="005B1B89" w:rsidRPr="00845725" w:rsidRDefault="005B1B89" w:rsidP="00CF1045">
            <w:r w:rsidRPr="00845725">
              <w:rPr>
                <w:sz w:val="22"/>
                <w:szCs w:val="22"/>
              </w:rPr>
              <w:t xml:space="preserve">______________________ </w:t>
            </w:r>
            <w:r>
              <w:rPr>
                <w:b/>
                <w:bCs/>
                <w:sz w:val="22"/>
                <w:szCs w:val="22"/>
              </w:rPr>
              <w:t>Д.А. Дробот</w:t>
            </w:r>
          </w:p>
        </w:tc>
        <w:tc>
          <w:tcPr>
            <w:tcW w:w="4786" w:type="dxa"/>
          </w:tcPr>
          <w:p w:rsidR="005B1B89" w:rsidRPr="00845725" w:rsidRDefault="005B1B89" w:rsidP="00845725">
            <w:pPr>
              <w:jc w:val="center"/>
            </w:pPr>
          </w:p>
          <w:p w:rsidR="005B1B89" w:rsidRPr="00845725" w:rsidRDefault="005B1B89" w:rsidP="00845725">
            <w:pPr>
              <w:jc w:val="center"/>
            </w:pPr>
          </w:p>
          <w:p w:rsidR="005B1B89" w:rsidRPr="00845725" w:rsidRDefault="005B1B89" w:rsidP="00845725">
            <w:pPr>
              <w:jc w:val="center"/>
            </w:pPr>
          </w:p>
          <w:p w:rsidR="005B1B89" w:rsidRPr="00845725" w:rsidRDefault="005B1B89" w:rsidP="00845725">
            <w:pPr>
              <w:jc w:val="center"/>
            </w:pPr>
          </w:p>
          <w:p w:rsidR="005B1B89" w:rsidRPr="00845725" w:rsidRDefault="005B1B89" w:rsidP="00845725">
            <w:pPr>
              <w:jc w:val="center"/>
            </w:pPr>
          </w:p>
          <w:p w:rsidR="005B1B89" w:rsidRDefault="005B1B89" w:rsidP="00845725">
            <w:pPr>
              <w:jc w:val="center"/>
            </w:pPr>
          </w:p>
          <w:p w:rsidR="005B1B89" w:rsidRPr="00845725" w:rsidRDefault="005B1B89" w:rsidP="00845725">
            <w:pPr>
              <w:jc w:val="center"/>
            </w:pPr>
            <w:r w:rsidRPr="00845725">
              <w:rPr>
                <w:sz w:val="22"/>
                <w:szCs w:val="22"/>
              </w:rPr>
              <w:t>_____________________</w:t>
            </w:r>
          </w:p>
        </w:tc>
      </w:tr>
    </w:tbl>
    <w:p w:rsidR="005B1B89" w:rsidRDefault="005B1B89"/>
    <w:sectPr w:rsidR="005B1B89" w:rsidSect="00370D9D">
      <w:pgSz w:w="11906" w:h="16838" w:code="9"/>
      <w:pgMar w:top="567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D9D"/>
    <w:rsid w:val="000E1B9A"/>
    <w:rsid w:val="001D2C5F"/>
    <w:rsid w:val="00231E3D"/>
    <w:rsid w:val="002942C4"/>
    <w:rsid w:val="00344736"/>
    <w:rsid w:val="00370D9D"/>
    <w:rsid w:val="003C66B9"/>
    <w:rsid w:val="00401CEC"/>
    <w:rsid w:val="00406200"/>
    <w:rsid w:val="004414AA"/>
    <w:rsid w:val="004575AF"/>
    <w:rsid w:val="004A5EFD"/>
    <w:rsid w:val="005B1B89"/>
    <w:rsid w:val="005C6890"/>
    <w:rsid w:val="00606A8A"/>
    <w:rsid w:val="006147C2"/>
    <w:rsid w:val="006536A7"/>
    <w:rsid w:val="006E5102"/>
    <w:rsid w:val="00711E33"/>
    <w:rsid w:val="00726140"/>
    <w:rsid w:val="007A2B3A"/>
    <w:rsid w:val="007A4BC2"/>
    <w:rsid w:val="007D0FED"/>
    <w:rsid w:val="00845725"/>
    <w:rsid w:val="00855FA4"/>
    <w:rsid w:val="008609BE"/>
    <w:rsid w:val="008B5A0B"/>
    <w:rsid w:val="008D44FC"/>
    <w:rsid w:val="00907A11"/>
    <w:rsid w:val="009A4867"/>
    <w:rsid w:val="00B26DF7"/>
    <w:rsid w:val="00B419A6"/>
    <w:rsid w:val="00BE597C"/>
    <w:rsid w:val="00C50870"/>
    <w:rsid w:val="00CA3005"/>
    <w:rsid w:val="00CD6482"/>
    <w:rsid w:val="00CE47BD"/>
    <w:rsid w:val="00CF1045"/>
    <w:rsid w:val="00D7000C"/>
    <w:rsid w:val="00DF094E"/>
    <w:rsid w:val="00E90FFC"/>
    <w:rsid w:val="00EA0481"/>
    <w:rsid w:val="00EB176B"/>
    <w:rsid w:val="00EC3490"/>
    <w:rsid w:val="00ED1D7A"/>
    <w:rsid w:val="00ED3D60"/>
    <w:rsid w:val="00F52C30"/>
    <w:rsid w:val="00F5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D9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0D9D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370D9D"/>
    <w:rPr>
      <w:rFonts w:ascii="Arial" w:hAnsi="Arial" w:cs="Arial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370D9D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370D9D"/>
    <w:rPr>
      <w:rFonts w:ascii="Courier New" w:hAnsi="Courier New" w:cs="Courier New"/>
      <w:sz w:val="24"/>
      <w:szCs w:val="24"/>
      <w:lang w:eastAsia="ru-RU"/>
    </w:rPr>
  </w:style>
  <w:style w:type="character" w:customStyle="1" w:styleId="a">
    <w:name w:val="Текст Знак"/>
    <w:basedOn w:val="DefaultParagraphFont"/>
    <w:link w:val="PlainText"/>
    <w:uiPriority w:val="99"/>
    <w:semiHidden/>
    <w:rsid w:val="00370D9D"/>
    <w:rPr>
      <w:rFonts w:ascii="Consolas" w:hAnsi="Consolas" w:cs="Consolas"/>
      <w:sz w:val="21"/>
      <w:szCs w:val="21"/>
      <w:lang w:eastAsia="ru-RU"/>
    </w:rPr>
  </w:style>
  <w:style w:type="table" w:styleId="TableGrid">
    <w:name w:val="Table Grid"/>
    <w:basedOn w:val="TableNormal"/>
    <w:uiPriority w:val="99"/>
    <w:rsid w:val="00370D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70D9D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370D9D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370D9D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70D9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370D9D"/>
    <w:pPr>
      <w:ind w:right="-99"/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70D9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70D9D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3</Pages>
  <Words>1274</Words>
  <Characters>7263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009</cp:lastModifiedBy>
  <cp:revision>10</cp:revision>
  <cp:lastPrinted>2017-02-17T09:01:00Z</cp:lastPrinted>
  <dcterms:created xsi:type="dcterms:W3CDTF">2017-02-17T04:45:00Z</dcterms:created>
  <dcterms:modified xsi:type="dcterms:W3CDTF">2017-04-04T08:44:00Z</dcterms:modified>
</cp:coreProperties>
</file>