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5AA" w:rsidRDefault="00EB45AA" w:rsidP="003C5E88">
      <w:pPr>
        <w:jc w:val="right"/>
        <w:rPr>
          <w:sz w:val="20"/>
          <w:szCs w:val="20"/>
        </w:rPr>
      </w:pPr>
      <w:r w:rsidRPr="00CA3D14">
        <w:rPr>
          <w:sz w:val="20"/>
          <w:szCs w:val="20"/>
        </w:rPr>
        <w:t>Приложение № 1 к извещению</w:t>
      </w:r>
    </w:p>
    <w:p w:rsidR="00EB45AA" w:rsidRPr="00CA3D14" w:rsidRDefault="00EB45AA" w:rsidP="003C5E88">
      <w:pPr>
        <w:rPr>
          <w:sz w:val="20"/>
          <w:szCs w:val="20"/>
        </w:rPr>
      </w:pPr>
    </w:p>
    <w:p w:rsidR="00EB45AA" w:rsidRPr="00CA3D14" w:rsidRDefault="00EB45AA" w:rsidP="003C5E88">
      <w:pPr>
        <w:pStyle w:val="PlainText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ФОРМА ЗАЯВКИ НА УЧАСТИЕ В АУКЦИОНЕ  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PlainText"/>
        <w:jc w:val="righ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В администрацию Промышленновского </w:t>
      </w:r>
    </w:p>
    <w:p w:rsidR="00EB45AA" w:rsidRPr="00CA3D14" w:rsidRDefault="00EB45AA" w:rsidP="003C5E88">
      <w:pPr>
        <w:pStyle w:val="PlainTex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EB45AA" w:rsidRPr="00CA3D14" w:rsidRDefault="00EB45AA" w:rsidP="003C5E88">
      <w:pPr>
        <w:pStyle w:val="PlainText"/>
        <w:jc w:val="center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ЗАЯВКА </w:t>
      </w:r>
    </w:p>
    <w:p w:rsidR="00EB45AA" w:rsidRPr="00CA3D14" w:rsidRDefault="00EB45AA" w:rsidP="003C5E88">
      <w:pPr>
        <w:pStyle w:val="PlainTex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B45AA" w:rsidRPr="00CA3D14" w:rsidRDefault="00EB45AA" w:rsidP="003C5E88">
      <w:pPr>
        <w:pStyle w:val="PlainText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На участие в аукционе на право заключения договора аренды земельного участка, </w:t>
      </w:r>
      <w:r>
        <w:rPr>
          <w:rFonts w:ascii="Times New Roman" w:eastAsia="MS Mincho" w:hAnsi="Times New Roman" w:cs="Times New Roman"/>
          <w:sz w:val="20"/>
          <w:szCs w:val="20"/>
        </w:rPr>
        <w:t>______________________________________________________________________________________________________, расположенного по адресу: _______________________________________________________, Лот № ___.</w:t>
      </w:r>
    </w:p>
    <w:p w:rsidR="00EB45AA" w:rsidRPr="00CA3D14" w:rsidRDefault="00EB45AA" w:rsidP="003C5E88">
      <w:pPr>
        <w:pStyle w:val="PlainText"/>
        <w:jc w:val="center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     Заявитель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A3D14">
        <w:rPr>
          <w:rFonts w:ascii="Times New Roman" w:hAnsi="Times New Roman" w:cs="Times New Roman"/>
          <w:sz w:val="20"/>
          <w:szCs w:val="20"/>
        </w:rPr>
        <w:t xml:space="preserve">- физическое лицо </w:t>
      </w:r>
      <w:r w:rsidRPr="00CA3D14">
        <w:rPr>
          <w:rFonts w:ascii="Times New Roman" w:hAnsi="Times New Roman" w:cs="Times New Roman"/>
          <w:sz w:val="20"/>
          <w:szCs w:val="20"/>
        </w:rPr>
        <w:sym w:font="Symbol" w:char="F07F"/>
      </w:r>
      <w:r w:rsidRPr="00CA3D14">
        <w:rPr>
          <w:rFonts w:ascii="Times New Roman" w:hAnsi="Times New Roman" w:cs="Times New Roman"/>
          <w:sz w:val="20"/>
          <w:szCs w:val="20"/>
        </w:rPr>
        <w:t xml:space="preserve">  юридическое лицо </w:t>
      </w:r>
      <w:r w:rsidRPr="00CA3D14">
        <w:rPr>
          <w:rFonts w:ascii="Times New Roman" w:hAnsi="Times New Roman" w:cs="Times New Roman"/>
          <w:sz w:val="20"/>
          <w:szCs w:val="20"/>
        </w:rPr>
        <w:sym w:font="Symbol" w:char="F07F"/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</w:t>
      </w:r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ФИО / Наименование заявителя </w:t>
      </w:r>
      <w:r w:rsidRPr="00CA3D14">
        <w:rPr>
          <w:rFonts w:ascii="Times New Roman" w:hAnsi="Times New Roman" w:cs="Times New Roman"/>
          <w:sz w:val="20"/>
          <w:szCs w:val="20"/>
        </w:rPr>
        <w:t>......................…………………………………………………………………........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Документ, удостоверяющий лично</w:t>
      </w:r>
      <w:r>
        <w:rPr>
          <w:rFonts w:ascii="Times New Roman" w:hAnsi="Times New Roman" w:cs="Times New Roman"/>
          <w:sz w:val="20"/>
          <w:szCs w:val="20"/>
        </w:rPr>
        <w:t>сть: ............</w:t>
      </w:r>
      <w:r w:rsidRPr="00CA3D14">
        <w:rPr>
          <w:rFonts w:ascii="Times New Roman" w:hAnsi="Times New Roman" w:cs="Times New Roman"/>
          <w:sz w:val="20"/>
          <w:szCs w:val="20"/>
        </w:rPr>
        <w:t>…………………...........………........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серия ..………….... N……………........., выдан "…...." ……............     ……..... г.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...........................……………………………...................……….. (кем выдан)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(для юридических лиц)</w:t>
      </w: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Документ о государственной  регистрации  в  качестве  юридического  лица: </w:t>
      </w: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..…………………………………………………………………………………………………………………………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серия ..……………….…….…..... N ……………..….……......., 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дата регистрации "….…." …..……..…........   ….…..... г.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ИНН..........................……………………………………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>Место жительства / Место нахождения заявителя</w:t>
      </w:r>
      <w:r w:rsidRPr="00CA3D14">
        <w:rPr>
          <w:rFonts w:ascii="Times New Roman" w:hAnsi="Times New Roman" w:cs="Times New Roman"/>
          <w:sz w:val="20"/>
          <w:szCs w:val="20"/>
        </w:rPr>
        <w:t>: ........……………………………………………………...……........................................................................................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</w:t>
      </w:r>
      <w:r w:rsidRPr="00CA3D1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Телефон ......…......…………..……... Факс .….…………………..............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Банковские реквизиты  претендента  для  возврата денежных средств: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расчетный (лицевой) счет N   .......……………………....................</w:t>
      </w: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в ..…………………………………….........………………………….......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корр. счет  N ..........….………….………….. БИК ..………..….….....,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ИНН ………………………….…........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КПП…………………………………..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Представитель </w:t>
      </w:r>
      <w:r>
        <w:rPr>
          <w:rFonts w:ascii="Times New Roman" w:hAnsi="Times New Roman" w:cs="Times New Roman"/>
          <w:sz w:val="20"/>
          <w:szCs w:val="20"/>
        </w:rPr>
        <w:t>заявителя</w:t>
      </w:r>
      <w:r w:rsidRPr="00CA3D14">
        <w:rPr>
          <w:rFonts w:ascii="Times New Roman" w:hAnsi="Times New Roman" w:cs="Times New Roman"/>
          <w:sz w:val="20"/>
          <w:szCs w:val="20"/>
        </w:rPr>
        <w:t>......………………………………………………….. (ФИО или  наименование)</w:t>
      </w: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Действует на основании доверенности от "……..." .……</w:t>
      </w:r>
      <w:r>
        <w:rPr>
          <w:rFonts w:ascii="Times New Roman" w:hAnsi="Times New Roman" w:cs="Times New Roman"/>
          <w:sz w:val="20"/>
          <w:szCs w:val="20"/>
        </w:rPr>
        <w:t>…………..…..   ……..….. г</w:t>
      </w:r>
      <w:r w:rsidRPr="00CA3D14">
        <w:rPr>
          <w:rFonts w:ascii="Times New Roman" w:hAnsi="Times New Roman" w:cs="Times New Roman"/>
          <w:sz w:val="20"/>
          <w:szCs w:val="20"/>
        </w:rPr>
        <w:t>….…………....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З</w:t>
      </w:r>
      <w:r w:rsidRPr="00CA3D14">
        <w:rPr>
          <w:rFonts w:ascii="Times New Roman" w:hAnsi="Times New Roman" w:cs="Times New Roman"/>
          <w:b/>
          <w:bCs/>
          <w:sz w:val="20"/>
          <w:szCs w:val="20"/>
        </w:rPr>
        <w:t>аявитель обязуется</w:t>
      </w:r>
      <w:r w:rsidRPr="00CA3D14">
        <w:rPr>
          <w:rFonts w:ascii="Times New Roman" w:hAnsi="Times New Roman" w:cs="Times New Roman"/>
          <w:sz w:val="20"/>
          <w:szCs w:val="20"/>
        </w:rPr>
        <w:t>:</w:t>
      </w: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1. Соблюдать условия участия в аукционе и порядок его проведения,  установленные законодательством РФ и организатором торгов. </w:t>
      </w: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2. В случае признания </w:t>
      </w:r>
      <w:r>
        <w:rPr>
          <w:rFonts w:ascii="Times New Roman" w:hAnsi="Times New Roman" w:cs="Times New Roman"/>
          <w:sz w:val="20"/>
          <w:szCs w:val="20"/>
        </w:rPr>
        <w:t>заявителя</w:t>
      </w:r>
      <w:r w:rsidRPr="00CA3D14">
        <w:rPr>
          <w:rFonts w:ascii="Times New Roman" w:hAnsi="Times New Roman" w:cs="Times New Roman"/>
          <w:sz w:val="20"/>
          <w:szCs w:val="20"/>
        </w:rPr>
        <w:t xml:space="preserve"> победителем аукциона: </w:t>
      </w: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-  заключить  с  организатором торгов договор аренды земельного участка по установленной  форме. 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Заявка на участие в аукционе представлена  в двух экземплярах.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Подпись заявителя</w:t>
      </w:r>
      <w:r w:rsidRPr="00CA3D14">
        <w:rPr>
          <w:rFonts w:ascii="Times New Roman" w:hAnsi="Times New Roman" w:cs="Times New Roman"/>
          <w:sz w:val="20"/>
          <w:szCs w:val="20"/>
        </w:rPr>
        <w:t xml:space="preserve"> (его полномочного представителя) ......……………….....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Дата "……." ………..……..... 20….. г.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                               М.П.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CA3D14">
        <w:rPr>
          <w:rFonts w:ascii="Times New Roman" w:hAnsi="Times New Roman" w:cs="Times New Roman"/>
          <w:sz w:val="20"/>
          <w:szCs w:val="20"/>
        </w:rPr>
        <w:t>Заявка принята организатором торгов: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"…....." ……………....... 20…... г. в ……. ч. ….... мин.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Подпись уполномоченного лица, </w:t>
      </w:r>
      <w:r>
        <w:rPr>
          <w:rFonts w:ascii="Times New Roman" w:hAnsi="Times New Roman" w:cs="Times New Roman"/>
          <w:sz w:val="20"/>
          <w:szCs w:val="20"/>
        </w:rPr>
        <w:t>принявшего заявку ..…………...……</w:t>
      </w:r>
      <w:r w:rsidRPr="00CA3D14">
        <w:rPr>
          <w:rFonts w:ascii="Times New Roman" w:hAnsi="Times New Roman" w:cs="Times New Roman"/>
          <w:sz w:val="20"/>
          <w:szCs w:val="20"/>
        </w:rPr>
        <w:t xml:space="preserve">.......                              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PlainText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PlainText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PlainText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PlainText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PlainText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PlainText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ОПИСЬ ПРЕДСТАВЛЕННЫХ ДОКУМЕНТОВ </w:t>
      </w:r>
    </w:p>
    <w:p w:rsidR="00EB45AA" w:rsidRPr="00CA3D14" w:rsidRDefault="00EB45AA" w:rsidP="003C5E88">
      <w:pPr>
        <w:pStyle w:val="PlainTex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для участия в аукционе </w:t>
      </w:r>
    </w:p>
    <w:p w:rsidR="00EB45AA" w:rsidRPr="00CA3D14" w:rsidRDefault="00EB45AA" w:rsidP="003C5E88">
      <w:pPr>
        <w:pStyle w:val="PlainText"/>
        <w:jc w:val="center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>Заявитель</w:t>
      </w:r>
      <w:r w:rsidRPr="00CA3D14">
        <w:rPr>
          <w:rFonts w:ascii="Times New Roman" w:hAnsi="Times New Roman" w:cs="Times New Roman"/>
          <w:sz w:val="20"/>
          <w:szCs w:val="20"/>
        </w:rPr>
        <w:t xml:space="preserve"> - физическое лицо </w:t>
      </w:r>
      <w:r w:rsidRPr="00CA3D14">
        <w:rPr>
          <w:rFonts w:ascii="Times New Roman" w:hAnsi="Times New Roman" w:cs="Times New Roman"/>
          <w:sz w:val="20"/>
          <w:szCs w:val="20"/>
        </w:rPr>
        <w:sym w:font="Symbol" w:char="F07F"/>
      </w:r>
      <w:r w:rsidRPr="00CA3D14">
        <w:rPr>
          <w:rFonts w:ascii="Times New Roman" w:hAnsi="Times New Roman" w:cs="Times New Roman"/>
          <w:sz w:val="20"/>
          <w:szCs w:val="20"/>
        </w:rPr>
        <w:t xml:space="preserve">  юридическое лицо </w:t>
      </w:r>
      <w:r w:rsidRPr="00CA3D14">
        <w:rPr>
          <w:rFonts w:ascii="Times New Roman" w:hAnsi="Times New Roman" w:cs="Times New Roman"/>
          <w:sz w:val="20"/>
          <w:szCs w:val="20"/>
        </w:rPr>
        <w:sym w:font="Symbol" w:char="F07F"/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ФИО / Наименование заявителя </w:t>
      </w:r>
      <w:r w:rsidRPr="00CA3D14">
        <w:rPr>
          <w:rFonts w:ascii="Times New Roman" w:hAnsi="Times New Roman" w:cs="Times New Roman"/>
          <w:sz w:val="20"/>
          <w:szCs w:val="20"/>
        </w:rPr>
        <w:t>......................………………………………………………….………........</w:t>
      </w:r>
    </w:p>
    <w:p w:rsidR="00EB45AA" w:rsidRPr="00CA3D14" w:rsidRDefault="00EB45AA" w:rsidP="003C5E88">
      <w:pPr>
        <w:pStyle w:val="PlainText"/>
        <w:jc w:val="center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Заявителем </w:t>
      </w:r>
      <w:r w:rsidRPr="00CA3D14">
        <w:rPr>
          <w:rFonts w:ascii="Times New Roman" w:hAnsi="Times New Roman" w:cs="Times New Roman"/>
          <w:sz w:val="20"/>
          <w:szCs w:val="20"/>
        </w:rPr>
        <w:t>представлены организатору торгов следующие документы:</w:t>
      </w: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3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35"/>
        <w:gridCol w:w="6361"/>
        <w:gridCol w:w="1659"/>
      </w:tblGrid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Кол-во листов</w:t>
            </w: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Plain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Опись представленных документов составлена  в двух экземплярах.</w:t>
      </w: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Подпись заявителя (его полномочного пре</w:t>
      </w:r>
      <w:r>
        <w:rPr>
          <w:rFonts w:ascii="Times New Roman" w:hAnsi="Times New Roman" w:cs="Times New Roman"/>
          <w:sz w:val="20"/>
          <w:szCs w:val="20"/>
        </w:rPr>
        <w:t>дставителя) ......</w:t>
      </w:r>
      <w:r w:rsidRPr="00CA3D14">
        <w:rPr>
          <w:rFonts w:ascii="Times New Roman" w:hAnsi="Times New Roman" w:cs="Times New Roman"/>
          <w:sz w:val="20"/>
          <w:szCs w:val="20"/>
        </w:rPr>
        <w:t>………...…………………......</w:t>
      </w:r>
    </w:p>
    <w:p w:rsidR="00EB45AA" w:rsidRPr="00CA3D14" w:rsidRDefault="00EB45AA" w:rsidP="003C5E88">
      <w:pPr>
        <w:pStyle w:val="PlainText"/>
        <w:jc w:val="both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Дата "……." ………..……..... 20….. г.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                           М.П.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Документы по настоящей описи приняты организатором торгов: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"…....." ……………....... 20…... г. в ……. ч. ….... мин.</w:t>
      </w:r>
    </w:p>
    <w:p w:rsidR="00EB45AA" w:rsidRPr="00CA3D14" w:rsidRDefault="00EB45AA" w:rsidP="003C5E88">
      <w:pPr>
        <w:pStyle w:val="PlainText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rPr>
          <w:sz w:val="20"/>
          <w:szCs w:val="20"/>
        </w:rPr>
      </w:pPr>
      <w:r w:rsidRPr="00CA3D14">
        <w:rPr>
          <w:sz w:val="20"/>
          <w:szCs w:val="20"/>
        </w:rPr>
        <w:t>Подпись уполномоченного лица, приняв</w:t>
      </w:r>
      <w:r>
        <w:rPr>
          <w:sz w:val="20"/>
          <w:szCs w:val="20"/>
        </w:rPr>
        <w:t>шего документы ..…</w:t>
      </w:r>
      <w:r w:rsidRPr="00CA3D14">
        <w:rPr>
          <w:sz w:val="20"/>
          <w:szCs w:val="20"/>
        </w:rPr>
        <w:t>.……………………………</w:t>
      </w:r>
    </w:p>
    <w:p w:rsidR="00EB45AA" w:rsidRPr="00CA3D14" w:rsidRDefault="00EB45AA" w:rsidP="003C5E88">
      <w:pPr>
        <w:rPr>
          <w:sz w:val="20"/>
          <w:szCs w:val="20"/>
        </w:rPr>
      </w:pPr>
    </w:p>
    <w:p w:rsidR="00EB45AA" w:rsidRPr="00CA3D14" w:rsidRDefault="00EB45AA" w:rsidP="003C5E88">
      <w:pPr>
        <w:rPr>
          <w:sz w:val="20"/>
          <w:szCs w:val="20"/>
        </w:rPr>
      </w:pPr>
    </w:p>
    <w:p w:rsidR="00EB45AA" w:rsidRPr="00CA3D14" w:rsidRDefault="00EB45AA" w:rsidP="003C5E88">
      <w:pPr>
        <w:rPr>
          <w:sz w:val="20"/>
          <w:szCs w:val="20"/>
        </w:rPr>
      </w:pPr>
    </w:p>
    <w:p w:rsidR="00EB45AA" w:rsidRPr="00CA3D14" w:rsidRDefault="00EB45AA" w:rsidP="003C5E88">
      <w:pPr>
        <w:rPr>
          <w:sz w:val="20"/>
          <w:szCs w:val="20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/>
    <w:sectPr w:rsidR="00EB45AA" w:rsidSect="00D7000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E88"/>
    <w:rsid w:val="00137E2B"/>
    <w:rsid w:val="00231E3D"/>
    <w:rsid w:val="00324F25"/>
    <w:rsid w:val="003C5E88"/>
    <w:rsid w:val="00406200"/>
    <w:rsid w:val="00444E87"/>
    <w:rsid w:val="006C4A2E"/>
    <w:rsid w:val="006E5102"/>
    <w:rsid w:val="008609BE"/>
    <w:rsid w:val="00A4565C"/>
    <w:rsid w:val="00AD0433"/>
    <w:rsid w:val="00B419A6"/>
    <w:rsid w:val="00C50870"/>
    <w:rsid w:val="00CA3D14"/>
    <w:rsid w:val="00D056EE"/>
    <w:rsid w:val="00D7000C"/>
    <w:rsid w:val="00EB45AA"/>
    <w:rsid w:val="00ED1D7A"/>
    <w:rsid w:val="00F15D44"/>
    <w:rsid w:val="00F5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E8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3C5E88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3C5E88"/>
    <w:rPr>
      <w:rFonts w:ascii="Courier New" w:hAnsi="Courier New" w:cs="Courier New"/>
      <w:sz w:val="24"/>
      <w:szCs w:val="24"/>
      <w:lang w:eastAsia="ru-RU"/>
    </w:rPr>
  </w:style>
  <w:style w:type="character" w:customStyle="1" w:styleId="a">
    <w:name w:val="Текст Знак"/>
    <w:basedOn w:val="DefaultParagraphFont"/>
    <w:link w:val="PlainText"/>
    <w:uiPriority w:val="99"/>
    <w:semiHidden/>
    <w:rsid w:val="003C5E88"/>
    <w:rPr>
      <w:rFonts w:ascii="Consolas" w:hAnsi="Consolas" w:cs="Consolas"/>
      <w:sz w:val="21"/>
      <w:szCs w:val="21"/>
      <w:lang w:eastAsia="ru-RU"/>
    </w:rPr>
  </w:style>
  <w:style w:type="table" w:styleId="TableGrid">
    <w:name w:val="Table Grid"/>
    <w:basedOn w:val="TableNormal"/>
    <w:uiPriority w:val="99"/>
    <w:rsid w:val="003C5E8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525</Words>
  <Characters>2994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009</cp:lastModifiedBy>
  <cp:revision>3</cp:revision>
  <dcterms:created xsi:type="dcterms:W3CDTF">2017-02-17T04:46:00Z</dcterms:created>
  <dcterms:modified xsi:type="dcterms:W3CDTF">2017-02-17T05:43:00Z</dcterms:modified>
</cp:coreProperties>
</file>